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89" w:rsidRDefault="00172D89" w:rsidP="006411BD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 xml:space="preserve">Конспект квест – игры с детьми </w:t>
      </w:r>
      <w:r>
        <w:rPr>
          <w:b/>
          <w:bCs/>
          <w:color w:val="000000"/>
          <w:sz w:val="28"/>
          <w:szCs w:val="28"/>
        </w:rPr>
        <w:t>подготовительной</w:t>
      </w:r>
      <w:r w:rsidRPr="00F43612">
        <w:rPr>
          <w:b/>
          <w:bCs/>
          <w:color w:val="000000"/>
          <w:sz w:val="28"/>
          <w:szCs w:val="28"/>
        </w:rPr>
        <w:t xml:space="preserve"> группы</w:t>
      </w:r>
    </w:p>
    <w:p w:rsidR="00172D89" w:rsidRPr="00F43612" w:rsidRDefault="00172D89" w:rsidP="006411BD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 xml:space="preserve">«Мой любимый город — </w:t>
      </w:r>
      <w:r>
        <w:rPr>
          <w:b/>
          <w:bCs/>
          <w:color w:val="000000"/>
          <w:sz w:val="28"/>
          <w:szCs w:val="28"/>
        </w:rPr>
        <w:t>Миасс</w:t>
      </w:r>
      <w:r w:rsidRPr="00F43612">
        <w:rPr>
          <w:b/>
          <w:bCs/>
          <w:color w:val="000000"/>
          <w:sz w:val="28"/>
          <w:szCs w:val="28"/>
        </w:rPr>
        <w:t>»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Цель:</w:t>
      </w:r>
      <w:r w:rsidRPr="00F43612">
        <w:rPr>
          <w:color w:val="000000"/>
          <w:sz w:val="28"/>
          <w:szCs w:val="28"/>
        </w:rPr>
        <w:t> Познакомить д</w:t>
      </w:r>
      <w:r>
        <w:rPr>
          <w:color w:val="000000"/>
          <w:sz w:val="28"/>
          <w:szCs w:val="28"/>
        </w:rPr>
        <w:t>етей со своей малой Родиной, её</w:t>
      </w:r>
      <w:r w:rsidRPr="00567C3B"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достопримечательностями.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Задачи: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1.</w:t>
      </w:r>
      <w:r w:rsidRPr="00567C3B"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Знакомство с инфраструктурой города;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2. Развивать интерес к истории края;</w:t>
      </w:r>
    </w:p>
    <w:p w:rsidR="00172D89" w:rsidRPr="00567C3B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3. Формировать эстетические</w:t>
      </w:r>
      <w:r>
        <w:rPr>
          <w:color w:val="000000"/>
          <w:sz w:val="28"/>
          <w:szCs w:val="28"/>
        </w:rPr>
        <w:t xml:space="preserve"> чувства, любовь к малой Родине;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4.</w:t>
      </w:r>
      <w:r w:rsidRPr="00567C3B"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Познакомить детей с символами города;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Формировать познавательный интерес детей, воспитывать желание беречь свой город, расти достойным гражданином своей страны.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Предварительная работа:</w:t>
      </w:r>
      <w:r w:rsidRPr="00F43612">
        <w:rPr>
          <w:color w:val="000000"/>
          <w:sz w:val="28"/>
          <w:szCs w:val="28"/>
        </w:rPr>
        <w:t> чтение литературы об истории </w:t>
      </w:r>
      <w:r>
        <w:rPr>
          <w:color w:val="000000"/>
          <w:sz w:val="28"/>
          <w:szCs w:val="28"/>
        </w:rPr>
        <w:t>Миасса</w:t>
      </w:r>
      <w:r w:rsidRPr="00F43612">
        <w:rPr>
          <w:color w:val="000000"/>
          <w:sz w:val="28"/>
          <w:szCs w:val="28"/>
        </w:rPr>
        <w:t>, рассматривание фотографий «Мой город»; рассматривание</w:t>
      </w:r>
      <w:r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фотографий «</w:t>
      </w:r>
      <w:r>
        <w:rPr>
          <w:color w:val="000000"/>
          <w:sz w:val="28"/>
          <w:szCs w:val="28"/>
        </w:rPr>
        <w:t xml:space="preserve">Достопримечательности </w:t>
      </w:r>
      <w:r w:rsidRPr="00F43612">
        <w:rPr>
          <w:color w:val="000000"/>
          <w:sz w:val="28"/>
          <w:szCs w:val="28"/>
        </w:rPr>
        <w:t xml:space="preserve"> города </w:t>
      </w:r>
      <w:r>
        <w:rPr>
          <w:color w:val="000000"/>
          <w:sz w:val="28"/>
          <w:szCs w:val="28"/>
        </w:rPr>
        <w:t>Миасс</w:t>
      </w:r>
      <w:r w:rsidRPr="00F43612">
        <w:rPr>
          <w:color w:val="000000"/>
          <w:sz w:val="28"/>
          <w:szCs w:val="28"/>
        </w:rPr>
        <w:t>».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Материал:</w:t>
      </w:r>
      <w:r w:rsidRPr="00F43612">
        <w:rPr>
          <w:color w:val="000000"/>
          <w:sz w:val="28"/>
          <w:szCs w:val="28"/>
        </w:rPr>
        <w:t xml:space="preserve"> фотографии памятных мест и достопримечательностей города </w:t>
      </w:r>
      <w:r>
        <w:rPr>
          <w:color w:val="000000"/>
          <w:sz w:val="28"/>
          <w:szCs w:val="28"/>
        </w:rPr>
        <w:t>Миасс</w:t>
      </w:r>
      <w:r w:rsidRPr="00F43612">
        <w:rPr>
          <w:color w:val="000000"/>
          <w:sz w:val="28"/>
          <w:szCs w:val="28"/>
        </w:rPr>
        <w:t xml:space="preserve">; карта, письмо, </w:t>
      </w:r>
      <w:r>
        <w:rPr>
          <w:color w:val="000000"/>
          <w:sz w:val="28"/>
          <w:szCs w:val="28"/>
        </w:rPr>
        <w:t>р</w:t>
      </w:r>
      <w:r w:rsidRPr="00F43612">
        <w:rPr>
          <w:color w:val="000000"/>
          <w:sz w:val="28"/>
          <w:szCs w:val="28"/>
        </w:rPr>
        <w:t>азрезные картинки</w:t>
      </w:r>
      <w:r>
        <w:rPr>
          <w:color w:val="000000"/>
          <w:sz w:val="28"/>
          <w:szCs w:val="28"/>
        </w:rPr>
        <w:t>,</w:t>
      </w:r>
      <w:r w:rsidRPr="00F43612">
        <w:rPr>
          <w:color w:val="000000"/>
          <w:sz w:val="28"/>
          <w:szCs w:val="28"/>
        </w:rPr>
        <w:t xml:space="preserve"> ключ от города.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 xml:space="preserve">Квест - игра </w:t>
      </w:r>
      <w:r>
        <w:rPr>
          <w:color w:val="000000"/>
          <w:sz w:val="28"/>
          <w:szCs w:val="28"/>
        </w:rPr>
        <w:t xml:space="preserve">подготовлена для детей подготовительной </w:t>
      </w:r>
      <w:r w:rsidRPr="00F43612">
        <w:rPr>
          <w:color w:val="000000"/>
          <w:sz w:val="28"/>
          <w:szCs w:val="28"/>
        </w:rPr>
        <w:t xml:space="preserve"> группы.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Ход </w:t>
      </w:r>
      <w:r w:rsidRPr="00F43612">
        <w:rPr>
          <w:b/>
          <w:bCs/>
          <w:color w:val="000000"/>
          <w:sz w:val="28"/>
          <w:szCs w:val="28"/>
        </w:rPr>
        <w:t xml:space="preserve"> квест - игры: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Воспитатель:</w:t>
      </w:r>
      <w:r w:rsidRPr="00F43612">
        <w:rPr>
          <w:color w:val="000000"/>
          <w:sz w:val="28"/>
          <w:szCs w:val="28"/>
        </w:rPr>
        <w:t> Дети, что мы называем Родиной?</w:t>
      </w:r>
      <w:r>
        <w:rPr>
          <w:color w:val="000000"/>
          <w:sz w:val="28"/>
          <w:szCs w:val="28"/>
        </w:rPr>
        <w:t xml:space="preserve"> (</w:t>
      </w:r>
      <w:r w:rsidRPr="00F43612">
        <w:rPr>
          <w:color w:val="000000"/>
          <w:sz w:val="28"/>
          <w:szCs w:val="28"/>
        </w:rPr>
        <w:t>Место, где родились, живем, ходим в детский сад, где живут наши мамы, папы, друзья).</w:t>
      </w:r>
    </w:p>
    <w:p w:rsidR="00172D89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Правильно! Послушайте, я пр</w:t>
      </w:r>
      <w:r>
        <w:rPr>
          <w:color w:val="000000"/>
          <w:sz w:val="28"/>
          <w:szCs w:val="28"/>
        </w:rPr>
        <w:t xml:space="preserve">очту вам стихотворение о Родине.  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«Что мы Родиной зовём»  В. Степанов</w:t>
      </w:r>
    </w:p>
    <w:p w:rsidR="00172D89" w:rsidRPr="00B15B84" w:rsidRDefault="00172D89" w:rsidP="00567C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15B8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Что мы Родиной зовём?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15B8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Дом, где мы с тобой живём,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15B8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берёзки, вдоль которых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15B8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Рядом с мамой мы идём.</w:t>
      </w:r>
    </w:p>
    <w:p w:rsidR="00172D89" w:rsidRPr="00B15B84" w:rsidRDefault="00172D89" w:rsidP="00567C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t>Что мы Родиной зовём?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  <w:t>Поле с тонким колоском,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  <w:t>Наши праздники и песни,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  <w:t>Тёплый вечер за окном.</w:t>
      </w:r>
    </w:p>
    <w:p w:rsidR="00172D89" w:rsidRDefault="00172D89" w:rsidP="00567C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t>Что мы Родиной зовём?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  <w:t>Всё, что в сердце бережём,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  <w:t>И под небом синим-синим</w:t>
      </w:r>
      <w:r w:rsidRPr="00B15B84">
        <w:rPr>
          <w:rFonts w:ascii="Times New Roman" w:hAnsi="Times New Roman"/>
          <w:color w:val="000000"/>
          <w:sz w:val="28"/>
          <w:szCs w:val="28"/>
          <w:lang w:eastAsia="ru-RU"/>
        </w:rPr>
        <w:br/>
        <w:t>Флаг России над Кремлём</w:t>
      </w:r>
    </w:p>
    <w:p w:rsidR="00172D89" w:rsidRPr="00556070" w:rsidRDefault="00172D89" w:rsidP="00556070">
      <w:pPr>
        <w:spacing w:after="0"/>
        <w:rPr>
          <w:rFonts w:ascii="Times New Roman" w:hAnsi="Times New Roman"/>
          <w:sz w:val="28"/>
          <w:szCs w:val="28"/>
        </w:rPr>
      </w:pPr>
      <w:r w:rsidRPr="00556070">
        <w:rPr>
          <w:rFonts w:ascii="Times New Roman" w:hAnsi="Times New Roman"/>
          <w:b/>
          <w:sz w:val="28"/>
          <w:szCs w:val="28"/>
        </w:rPr>
        <w:t>В.:</w:t>
      </w:r>
      <w:r w:rsidRPr="00556070">
        <w:rPr>
          <w:rFonts w:ascii="Times New Roman" w:hAnsi="Times New Roman"/>
          <w:sz w:val="28"/>
          <w:szCs w:val="28"/>
        </w:rPr>
        <w:t xml:space="preserve"> Вам понравилось стихотворение?</w:t>
      </w:r>
    </w:p>
    <w:p w:rsidR="00172D89" w:rsidRDefault="00172D89" w:rsidP="00567C3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  <w:r w:rsidRPr="006411BD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Я приглашаю вас исполнить песню о России.</w:t>
      </w:r>
    </w:p>
    <w:p w:rsidR="00172D89" w:rsidRPr="00B15B84" w:rsidRDefault="00172D89" w:rsidP="00567C3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B1C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Дети исполняют песню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России»  муз. Струве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  Каждый человек любит свою родину, город, в котором он живет. Любить можно только то, что хорошо знаешь. Чем больше мы будем знать о своем родном городе, тем больше будем его любить. Ребята, а как называется город, в котором мы с вами живем?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 </w:t>
      </w:r>
      <w:r>
        <w:rPr>
          <w:color w:val="000000"/>
          <w:sz w:val="28"/>
          <w:szCs w:val="28"/>
        </w:rPr>
        <w:t>Я</w:t>
      </w:r>
      <w:r w:rsidRPr="00F43612">
        <w:rPr>
          <w:color w:val="000000"/>
          <w:sz w:val="28"/>
          <w:szCs w:val="28"/>
        </w:rPr>
        <w:t xml:space="preserve"> предлагаю вам совершить экскурсию. Хотите узнать куда?</w:t>
      </w:r>
    </w:p>
    <w:p w:rsidR="00172D89" w:rsidRPr="00567C3B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567C3B">
        <w:rPr>
          <w:bCs/>
          <w:color w:val="000000"/>
          <w:sz w:val="28"/>
          <w:szCs w:val="28"/>
          <w:u w:val="single"/>
        </w:rPr>
        <w:t>Воспитатель</w:t>
      </w:r>
      <w:r w:rsidRPr="00567C3B">
        <w:rPr>
          <w:color w:val="000000"/>
          <w:sz w:val="28"/>
          <w:szCs w:val="28"/>
          <w:u w:val="single"/>
        </w:rPr>
        <w:t> обращает внимание детей на сундучок, который появился в группе.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Ребята, а вы хотите узнать, что в нем? Давайте заглянем…(достает письмо)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Посмотрите, что это на нем изображено?</w:t>
      </w:r>
      <w:r>
        <w:rPr>
          <w:color w:val="000000"/>
          <w:sz w:val="28"/>
          <w:szCs w:val="28"/>
        </w:rPr>
        <w:t xml:space="preserve"> (</w:t>
      </w:r>
      <w:r w:rsidRPr="00F43612">
        <w:rPr>
          <w:color w:val="000000"/>
          <w:sz w:val="28"/>
          <w:szCs w:val="28"/>
        </w:rPr>
        <w:t>Герб нашего города</w:t>
      </w:r>
      <w:r>
        <w:rPr>
          <w:color w:val="000000"/>
          <w:sz w:val="28"/>
          <w:szCs w:val="28"/>
        </w:rPr>
        <w:t>)</w:t>
      </w:r>
      <w:r w:rsidRPr="00F43612">
        <w:rPr>
          <w:color w:val="000000"/>
          <w:sz w:val="28"/>
          <w:szCs w:val="28"/>
        </w:rPr>
        <w:t>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Как вы думаете, о чем это говорит?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Ответы:</w:t>
      </w:r>
      <w:r w:rsidRPr="00F43612">
        <w:rPr>
          <w:color w:val="000000"/>
          <w:sz w:val="28"/>
          <w:szCs w:val="28"/>
        </w:rPr>
        <w:t> Письмо важное, возможно документ и другие ответы.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Дорогие жители города, случилась беда. Пропал ключ от города, и теперь городские ворота закрыты для въезда и выезда. Никто из жителей не покинет город, и гости не смогут к нам прибыть. Просим вас помочь и отыскать ключ в</w:t>
      </w:r>
      <w:r>
        <w:rPr>
          <w:color w:val="000000"/>
          <w:sz w:val="28"/>
          <w:szCs w:val="28"/>
        </w:rPr>
        <w:t xml:space="preserve"> ближайшее время. Администрация.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Ребята, о каком городе говорится в письме? Как называется наш город?</w:t>
      </w:r>
      <w:r>
        <w:rPr>
          <w:color w:val="000000"/>
          <w:sz w:val="28"/>
          <w:szCs w:val="28"/>
        </w:rPr>
        <w:t xml:space="preserve"> (Миасс)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 xml:space="preserve"> А как называются жители </w:t>
      </w:r>
      <w:r>
        <w:rPr>
          <w:color w:val="000000"/>
          <w:sz w:val="28"/>
          <w:szCs w:val="28"/>
        </w:rPr>
        <w:t>Миасса</w:t>
      </w:r>
      <w:r w:rsidRPr="00F43612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миассцы)? А мы с вами миассцы</w:t>
      </w:r>
      <w:r w:rsidRPr="00F43612">
        <w:rPr>
          <w:color w:val="000000"/>
          <w:sz w:val="28"/>
          <w:szCs w:val="28"/>
        </w:rPr>
        <w:t>? (да)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Ребята, вы готовы помочь найти ключ?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Смотрите в нашем сундучке есть еще один листок</w:t>
      </w:r>
      <w:r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(достает карту). Посмотрите, на ней есть обозначения, это наш маршрут (обращает внимание на расставленные цифры на карте). Предлагаю отправиться на поиски ключа, с какой цифры мы с вами начнем…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ЦИФРА 1</w:t>
      </w:r>
      <w:r w:rsidRPr="00F43612">
        <w:rPr>
          <w:color w:val="000000"/>
          <w:sz w:val="28"/>
          <w:szCs w:val="28"/>
        </w:rPr>
        <w:t> (подходят к ней) "Заколдованный город". Здесь нужно ответить на некоторые вопросы: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Как называется город, в котором мы живем?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Какие улицы города вы знаете?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Как называется улица, на которой ты живешь?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Как называется река, протекающая в нашем городе?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 xml:space="preserve">Как называется завод, находящийся в городе </w:t>
      </w:r>
      <w:r>
        <w:rPr>
          <w:color w:val="000000"/>
          <w:sz w:val="28"/>
          <w:szCs w:val="28"/>
        </w:rPr>
        <w:t>Миасс</w:t>
      </w:r>
      <w:r w:rsidRPr="00F43612">
        <w:rPr>
          <w:color w:val="000000"/>
          <w:sz w:val="28"/>
          <w:szCs w:val="28"/>
        </w:rPr>
        <w:t>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Ребята посмотрите, здесь фото с Ж/Д вокзалом города. Куда это мы попали? Смотрите тут задание…Нам надо помочь смотрителю станции.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Игра «Распредели транспорт»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Надо разложить картинки с видами транспорта по видам</w:t>
      </w:r>
      <w:r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(наземный, воздушный, водный)</w:t>
      </w:r>
      <w:r>
        <w:rPr>
          <w:color w:val="000000"/>
          <w:sz w:val="28"/>
          <w:szCs w:val="28"/>
        </w:rPr>
        <w:t>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А какой транспорт мы можем встретить у нас на вокзале: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Ответы: </w:t>
      </w:r>
      <w:r w:rsidRPr="00F43612">
        <w:rPr>
          <w:color w:val="000000"/>
          <w:sz w:val="28"/>
          <w:szCs w:val="28"/>
        </w:rPr>
        <w:t>Наземный, железнодорожный.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Молодцы, с заданием справились. Нам пора следовать дальше.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Цифра 2</w:t>
      </w:r>
      <w:r>
        <w:rPr>
          <w:b/>
          <w:bCs/>
          <w:color w:val="000000"/>
          <w:sz w:val="28"/>
          <w:szCs w:val="28"/>
        </w:rPr>
        <w:t>.</w:t>
      </w:r>
      <w:r w:rsidRPr="00F43612">
        <w:rPr>
          <w:b/>
          <w:bCs/>
          <w:color w:val="000000"/>
          <w:sz w:val="28"/>
          <w:szCs w:val="28"/>
        </w:rPr>
        <w:t> </w:t>
      </w:r>
      <w:r w:rsidRPr="00F43612">
        <w:rPr>
          <w:color w:val="000000"/>
          <w:sz w:val="28"/>
          <w:szCs w:val="28"/>
        </w:rPr>
        <w:t>А вот и станция: «Город достопримечательностей».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В каждом городе есть достопримечательности. А что означает это слово?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Ответы:</w:t>
      </w:r>
      <w:r w:rsidRPr="00F43612">
        <w:rPr>
          <w:color w:val="000000"/>
          <w:sz w:val="28"/>
          <w:szCs w:val="28"/>
        </w:rPr>
        <w:t> Это места, куда любят приходить люди, полюбоваться памятниками. Их показывают гостям города.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Правильно. Молодцы! Сейчас я предлагаю вам стать экскурсо</w:t>
      </w:r>
      <w:r>
        <w:rPr>
          <w:color w:val="000000"/>
          <w:sz w:val="28"/>
          <w:szCs w:val="28"/>
        </w:rPr>
        <w:t>водами и рассказать</w:t>
      </w:r>
      <w:r w:rsidRPr="00F43612">
        <w:rPr>
          <w:color w:val="000000"/>
          <w:sz w:val="28"/>
          <w:szCs w:val="28"/>
        </w:rPr>
        <w:t xml:space="preserve"> об интересных местах города и поиграть в игру «Особые места города </w:t>
      </w:r>
      <w:r>
        <w:rPr>
          <w:color w:val="000000"/>
          <w:sz w:val="28"/>
          <w:szCs w:val="28"/>
        </w:rPr>
        <w:t>Миасс</w:t>
      </w:r>
      <w:r w:rsidRPr="00F43612">
        <w:rPr>
          <w:color w:val="000000"/>
          <w:sz w:val="28"/>
          <w:szCs w:val="28"/>
        </w:rPr>
        <w:t>».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Выбери картинки и назовите, что изображено.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Молодцы! Вы были отличными экскурсоводами, хорошо справились с заданиями.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Отправляемся дальше…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Цифра 3</w:t>
      </w:r>
      <w:r>
        <w:rPr>
          <w:color w:val="000000"/>
          <w:sz w:val="28"/>
          <w:szCs w:val="28"/>
        </w:rPr>
        <w:t>. В нашем городе живут дружные и весёлые люди, которые любят танцевать, а н</w:t>
      </w:r>
      <w:r w:rsidRPr="00F43612">
        <w:rPr>
          <w:color w:val="000000"/>
          <w:sz w:val="28"/>
          <w:szCs w:val="28"/>
        </w:rPr>
        <w:t>ам нужно</w:t>
      </w:r>
      <w:r>
        <w:rPr>
          <w:color w:val="000000"/>
          <w:sz w:val="28"/>
          <w:szCs w:val="28"/>
        </w:rPr>
        <w:t xml:space="preserve">  исполнить </w:t>
      </w:r>
      <w:r w:rsidRPr="00C5016E">
        <w:rPr>
          <w:b/>
          <w:color w:val="000000"/>
          <w:sz w:val="28"/>
          <w:szCs w:val="28"/>
        </w:rPr>
        <w:t>танец  «Весельчак»</w:t>
      </w:r>
    </w:p>
    <w:p w:rsidR="00172D89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Цифра 4</w:t>
      </w:r>
      <w:r>
        <w:rPr>
          <w:color w:val="000000"/>
          <w:sz w:val="28"/>
          <w:szCs w:val="28"/>
        </w:rPr>
        <w:t xml:space="preserve">. </w:t>
      </w:r>
      <w:r w:rsidRPr="00F43612">
        <w:rPr>
          <w:color w:val="000000"/>
          <w:sz w:val="28"/>
          <w:szCs w:val="28"/>
        </w:rPr>
        <w:t>Ребята, посмотрите, какой большой и красивый наш город! И пусть засветит солнышко, чтобы  лучше было видно, сколько красивых мест у нас есть. У нашего солнышка</w:t>
      </w:r>
      <w:r>
        <w:rPr>
          <w:color w:val="000000"/>
          <w:sz w:val="28"/>
          <w:szCs w:val="28"/>
        </w:rPr>
        <w:t xml:space="preserve"> чего-то не хватает? (</w:t>
      </w:r>
      <w:r w:rsidRPr="00F43612">
        <w:rPr>
          <w:color w:val="000000"/>
          <w:sz w:val="28"/>
          <w:szCs w:val="28"/>
        </w:rPr>
        <w:t>лучиков</w:t>
      </w:r>
      <w:r>
        <w:rPr>
          <w:color w:val="000000"/>
          <w:sz w:val="28"/>
          <w:szCs w:val="28"/>
        </w:rPr>
        <w:t>)</w:t>
      </w:r>
      <w:r w:rsidRPr="00F43612">
        <w:rPr>
          <w:color w:val="000000"/>
          <w:sz w:val="28"/>
          <w:szCs w:val="28"/>
        </w:rPr>
        <w:t xml:space="preserve">. </w:t>
      </w:r>
    </w:p>
    <w:p w:rsidR="00172D89" w:rsidRPr="00556070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 xml:space="preserve">Вы </w:t>
      </w:r>
      <w:r>
        <w:rPr>
          <w:color w:val="000000"/>
          <w:sz w:val="28"/>
          <w:szCs w:val="28"/>
        </w:rPr>
        <w:t xml:space="preserve"> знаете стихи </w:t>
      </w:r>
      <w:r w:rsidRPr="00F43612">
        <w:rPr>
          <w:color w:val="000000"/>
          <w:sz w:val="28"/>
          <w:szCs w:val="28"/>
        </w:rPr>
        <w:t>о нашем городе</w:t>
      </w:r>
      <w:r>
        <w:rPr>
          <w:color w:val="000000"/>
          <w:sz w:val="28"/>
          <w:szCs w:val="28"/>
        </w:rPr>
        <w:t xml:space="preserve">? </w:t>
      </w:r>
      <w:r w:rsidRPr="008B6FFA">
        <w:rPr>
          <w:b/>
          <w:color w:val="000000"/>
          <w:sz w:val="28"/>
          <w:szCs w:val="28"/>
        </w:rPr>
        <w:t>Ответы</w:t>
      </w:r>
    </w:p>
    <w:p w:rsidR="00172D89" w:rsidRPr="00473EBA" w:rsidRDefault="00172D89" w:rsidP="00473EB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Н</w:t>
      </w:r>
      <w:r w:rsidRPr="008B6FFA">
        <w:rPr>
          <w:bCs/>
          <w:color w:val="000000"/>
          <w:sz w:val="28"/>
          <w:szCs w:val="28"/>
        </w:rPr>
        <w:t>а каждое прочтенное стихотворение</w:t>
      </w:r>
      <w:r>
        <w:rPr>
          <w:b/>
          <w:bCs/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 xml:space="preserve"> у солнца появятся лучики. Давайте </w:t>
      </w:r>
      <w:r>
        <w:rPr>
          <w:color w:val="000000"/>
          <w:sz w:val="28"/>
          <w:szCs w:val="28"/>
        </w:rPr>
        <w:t>рас</w:t>
      </w:r>
      <w:r w:rsidRPr="00F43612">
        <w:rPr>
          <w:color w:val="000000"/>
          <w:sz w:val="28"/>
          <w:szCs w:val="28"/>
        </w:rPr>
        <w:t>скажем нашему городу </w:t>
      </w:r>
      <w:r>
        <w:rPr>
          <w:color w:val="000000"/>
          <w:sz w:val="28"/>
          <w:szCs w:val="28"/>
        </w:rPr>
        <w:t>какой он</w:t>
      </w:r>
      <w:r w:rsidRPr="00F43612">
        <w:rPr>
          <w:color w:val="000000"/>
          <w:sz w:val="28"/>
          <w:szCs w:val="28"/>
        </w:rPr>
        <w:t xml:space="preserve"> и поиграем в игру  «Город </w:t>
      </w:r>
      <w:r>
        <w:rPr>
          <w:color w:val="000000"/>
          <w:sz w:val="28"/>
          <w:szCs w:val="28"/>
        </w:rPr>
        <w:t xml:space="preserve">Миасс </w:t>
      </w:r>
      <w:r w:rsidRPr="00F43612">
        <w:rPr>
          <w:color w:val="000000"/>
          <w:sz w:val="28"/>
          <w:szCs w:val="28"/>
        </w:rPr>
        <w:t>– какой он?»</w:t>
      </w:r>
      <w:r>
        <w:rPr>
          <w:color w:val="000000"/>
          <w:sz w:val="28"/>
          <w:szCs w:val="28"/>
        </w:rPr>
        <w:t xml:space="preserve">. </w:t>
      </w:r>
      <w:r w:rsidRPr="00473EBA">
        <w:rPr>
          <w:color w:val="000000"/>
          <w:sz w:val="28"/>
          <w:szCs w:val="28"/>
          <w:u w:val="single"/>
        </w:rPr>
        <w:t>На каждое прочтенное стихотворение ребёнком воспитатель выкладывает лучик.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Воспитатель: </w:t>
      </w:r>
      <w:r w:rsidRPr="00F43612">
        <w:rPr>
          <w:color w:val="000000"/>
          <w:sz w:val="28"/>
          <w:szCs w:val="28"/>
        </w:rPr>
        <w:t> Посмотрите, какое лучистое солнышко засверкало над нашим городом, это город, в котором мы живем.  Продолжаем…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Цифра 5</w:t>
      </w:r>
      <w:r>
        <w:rPr>
          <w:color w:val="000000"/>
          <w:sz w:val="28"/>
          <w:szCs w:val="28"/>
        </w:rPr>
        <w:t xml:space="preserve"> </w:t>
      </w:r>
      <w:r w:rsidRPr="00F43612">
        <w:rPr>
          <w:color w:val="000000"/>
          <w:sz w:val="28"/>
          <w:szCs w:val="28"/>
        </w:rPr>
        <w:t>Дети подходят, на месте только листок с загадкой.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color w:val="000000"/>
          <w:sz w:val="28"/>
          <w:szCs w:val="28"/>
        </w:rPr>
        <w:t>Ребята, ключ мы с вами отыщем, если отгадаем загадку.</w:t>
      </w:r>
    </w:p>
    <w:p w:rsidR="00172D89" w:rsidRPr="007F5706" w:rsidRDefault="00172D89" w:rsidP="00473EBA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F5706">
        <w:rPr>
          <w:sz w:val="28"/>
          <w:szCs w:val="28"/>
        </w:rPr>
        <w:t>Мои прекрасные рога,</w:t>
      </w:r>
      <w:r w:rsidRPr="007F5706">
        <w:rPr>
          <w:sz w:val="28"/>
          <w:szCs w:val="28"/>
        </w:rPr>
        <w:br/>
        <w:t>Всегда угроза для врага.</w:t>
      </w:r>
      <w:r w:rsidRPr="007F5706">
        <w:rPr>
          <w:sz w:val="28"/>
          <w:szCs w:val="28"/>
        </w:rPr>
        <w:br/>
        <w:t>Но добрый нрав имею я,</w:t>
      </w:r>
      <w:r w:rsidRPr="007F5706">
        <w:rPr>
          <w:sz w:val="28"/>
          <w:szCs w:val="28"/>
        </w:rPr>
        <w:br/>
        <w:t>Поверьте мне, мои друзья.</w:t>
      </w:r>
      <w:r w:rsidRPr="007F5706">
        <w:rPr>
          <w:sz w:val="28"/>
          <w:szCs w:val="28"/>
        </w:rPr>
        <w:br/>
        <w:t>И я в лесах у вас н</w:t>
      </w:r>
      <w:r>
        <w:rPr>
          <w:sz w:val="28"/>
          <w:szCs w:val="28"/>
        </w:rPr>
        <w:t>е гость,</w:t>
      </w:r>
      <w:r>
        <w:rPr>
          <w:sz w:val="28"/>
          <w:szCs w:val="28"/>
        </w:rPr>
        <w:br/>
        <w:t>Живу я здесь, красавец</w:t>
      </w:r>
      <w:r w:rsidRPr="007F5706">
        <w:rPr>
          <w:sz w:val="28"/>
          <w:szCs w:val="28"/>
        </w:rPr>
        <w:t>… (</w:t>
      </w:r>
      <w:r w:rsidRPr="007F5706">
        <w:rPr>
          <w:rStyle w:val="Strong"/>
          <w:sz w:val="28"/>
          <w:szCs w:val="28"/>
        </w:rPr>
        <w:t>Лось</w:t>
      </w:r>
      <w:r w:rsidRPr="007F5706">
        <w:rPr>
          <w:sz w:val="28"/>
          <w:szCs w:val="28"/>
        </w:rPr>
        <w:t>)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 </w:t>
      </w:r>
      <w:r w:rsidRPr="00F43612">
        <w:rPr>
          <w:color w:val="000000"/>
          <w:sz w:val="28"/>
          <w:szCs w:val="28"/>
        </w:rPr>
        <w:t xml:space="preserve">Ребята, где у нас находится </w:t>
      </w:r>
      <w:r>
        <w:rPr>
          <w:color w:val="000000"/>
          <w:sz w:val="28"/>
          <w:szCs w:val="28"/>
        </w:rPr>
        <w:t>лось</w:t>
      </w:r>
      <w:r w:rsidRPr="00F43612">
        <w:rPr>
          <w:color w:val="000000"/>
          <w:sz w:val="28"/>
          <w:szCs w:val="28"/>
        </w:rPr>
        <w:t xml:space="preserve"> и символом чего он является?</w:t>
      </w:r>
    </w:p>
    <w:p w:rsidR="00172D89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Ответы:</w:t>
      </w:r>
      <w:r w:rsidRPr="00F43612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символом нашего города Миасс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 xml:space="preserve"> Молодцы ребята. А вот и </w:t>
      </w:r>
      <w:r>
        <w:rPr>
          <w:color w:val="000000"/>
          <w:sz w:val="28"/>
          <w:szCs w:val="28"/>
        </w:rPr>
        <w:t>лось (Воспитатель находит лося</w:t>
      </w:r>
      <w:r w:rsidRPr="00F43612">
        <w:rPr>
          <w:color w:val="000000"/>
          <w:sz w:val="28"/>
          <w:szCs w:val="28"/>
        </w:rPr>
        <w:t xml:space="preserve"> в уголке и рядом с ним ключ</w:t>
      </w:r>
      <w:r>
        <w:rPr>
          <w:color w:val="000000"/>
          <w:sz w:val="28"/>
          <w:szCs w:val="28"/>
        </w:rPr>
        <w:t>)</w:t>
      </w:r>
      <w:r w:rsidRPr="00F43612">
        <w:rPr>
          <w:color w:val="000000"/>
          <w:sz w:val="28"/>
          <w:szCs w:val="28"/>
        </w:rPr>
        <w:t>.</w:t>
      </w:r>
    </w:p>
    <w:p w:rsidR="00172D89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 xml:space="preserve"> Ребята, какие мы молодцы, помогли жителям, и нашли заветный ключ. Теперь наш город открыт для гостей. </w:t>
      </w:r>
      <w:r>
        <w:rPr>
          <w:color w:val="000000"/>
          <w:sz w:val="28"/>
          <w:szCs w:val="28"/>
        </w:rPr>
        <w:t xml:space="preserve">А мы с вами исполним песню  </w:t>
      </w:r>
      <w:r w:rsidRPr="007F5706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М</w:t>
      </w:r>
      <w:r w:rsidRPr="007F5706">
        <w:rPr>
          <w:b/>
          <w:color w:val="000000"/>
          <w:sz w:val="28"/>
          <w:szCs w:val="28"/>
        </w:rPr>
        <w:t>аленький городок»</w:t>
      </w:r>
    </w:p>
    <w:p w:rsidR="00172D89" w:rsidRPr="00B15B84" w:rsidRDefault="00172D89" w:rsidP="00567C3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B1C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Дети исполняют песню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«Маленький городок»  муз. И. Николаева.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</w:t>
      </w:r>
      <w:r w:rsidRPr="00F43612">
        <w:rPr>
          <w:b/>
          <w:bCs/>
          <w:color w:val="000000"/>
          <w:sz w:val="28"/>
          <w:szCs w:val="28"/>
        </w:rPr>
        <w:t>:</w:t>
      </w:r>
      <w:r w:rsidRPr="00F43612">
        <w:rPr>
          <w:color w:val="000000"/>
          <w:sz w:val="28"/>
          <w:szCs w:val="28"/>
        </w:rPr>
        <w:t> Ребята, вы сегодня были хорошими экскурсоводами. Все вы были активные, внимательные, дружелюбные. За старанье я предлагаю вам немного поиграть и выстроить свой город.</w:t>
      </w:r>
    </w:p>
    <w:p w:rsidR="00172D89" w:rsidRPr="00F43612" w:rsidRDefault="00172D89" w:rsidP="00567C3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43612">
        <w:rPr>
          <w:b/>
          <w:bCs/>
          <w:color w:val="000000"/>
          <w:sz w:val="28"/>
          <w:szCs w:val="28"/>
        </w:rPr>
        <w:t>Дети играют конструктором –</w:t>
      </w:r>
      <w:r w:rsidRPr="00F43612">
        <w:rPr>
          <w:color w:val="000000"/>
          <w:sz w:val="28"/>
          <w:szCs w:val="28"/>
        </w:rPr>
        <w:t> строят город.</w:t>
      </w:r>
    </w:p>
    <w:p w:rsidR="00172D89" w:rsidRPr="00F43612" w:rsidRDefault="00172D89" w:rsidP="00567C3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72D89" w:rsidRPr="00F43612" w:rsidSect="00436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012F1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04B8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963D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EB66D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4C4B6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26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4C8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3AF9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D4B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28AE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612"/>
    <w:rsid w:val="00006FF3"/>
    <w:rsid w:val="00172D89"/>
    <w:rsid w:val="00173B1A"/>
    <w:rsid w:val="003F37E0"/>
    <w:rsid w:val="00430A15"/>
    <w:rsid w:val="00436CB1"/>
    <w:rsid w:val="00473EBA"/>
    <w:rsid w:val="00556070"/>
    <w:rsid w:val="00567C3B"/>
    <w:rsid w:val="006411BD"/>
    <w:rsid w:val="006E712E"/>
    <w:rsid w:val="007F5706"/>
    <w:rsid w:val="008B6FFA"/>
    <w:rsid w:val="00993ED4"/>
    <w:rsid w:val="00A84EC4"/>
    <w:rsid w:val="00A9525E"/>
    <w:rsid w:val="00AD6DFC"/>
    <w:rsid w:val="00B15B84"/>
    <w:rsid w:val="00BD3B17"/>
    <w:rsid w:val="00C5016E"/>
    <w:rsid w:val="00D16FDC"/>
    <w:rsid w:val="00E053E6"/>
    <w:rsid w:val="00E3667D"/>
    <w:rsid w:val="00EB1C44"/>
    <w:rsid w:val="00F368B7"/>
    <w:rsid w:val="00F43612"/>
    <w:rsid w:val="00FB0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CB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43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4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361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7F570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66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1766</TotalTime>
  <Pages>4</Pages>
  <Words>841</Words>
  <Characters>4797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23234</dc:creator>
  <cp:keywords/>
  <dc:description/>
  <cp:lastModifiedBy>Hozyain</cp:lastModifiedBy>
  <cp:revision>9</cp:revision>
  <dcterms:created xsi:type="dcterms:W3CDTF">2019-11-06T16:59:00Z</dcterms:created>
  <dcterms:modified xsi:type="dcterms:W3CDTF">2021-02-22T13:04:00Z</dcterms:modified>
</cp:coreProperties>
</file>